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12" w:rsidRDefault="00133A12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4150"/>
        <w:gridCol w:w="2793"/>
      </w:tblGrid>
      <w:tr w:rsidR="00D251A1" w:rsidTr="00895B4E">
        <w:tc>
          <w:tcPr>
            <w:tcW w:w="3471" w:type="dxa"/>
          </w:tcPr>
          <w:p w:rsidR="00D251A1" w:rsidRDefault="00D251A1" w:rsidP="00BC650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527050" cy="527050"/>
                  <wp:effectExtent l="19050" t="0" r="6350" b="0"/>
                  <wp:docPr id="10" name="Picture 130" descr="http://t0.gstatic.com/images?q=tbn:ANd9GcTs2lVq-V50BwRlPhBLrrY-tNBJ8JXVZQOJZ9tB7NFv0R5vQE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t0.gstatic.com/images?q=tbn:ANd9GcTs2lVq-V50BwRlPhBLrrY-tNBJ8JXVZQOJZ9tB7NFv0R5vQE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0" w:type="dxa"/>
          </w:tcPr>
          <w:p w:rsidR="00D251A1" w:rsidRPr="00B47CD2" w:rsidRDefault="00D251A1" w:rsidP="00D251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47CD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Methods 1 Revision: </w:t>
            </w:r>
          </w:p>
          <w:p w:rsidR="00D251A1" w:rsidRDefault="00895B4E" w:rsidP="00D251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Shape and Space </w:t>
            </w:r>
            <w:r w:rsidR="00D251A1" w:rsidRPr="00B47CD2">
              <w:rPr>
                <w:rFonts w:ascii="Arial" w:hAnsi="Arial" w:cs="Arial"/>
                <w:b/>
                <w:sz w:val="24"/>
                <w:szCs w:val="24"/>
                <w:u w:val="single"/>
              </w:rPr>
              <w:t>Questions A</w:t>
            </w:r>
          </w:p>
        </w:tc>
        <w:tc>
          <w:tcPr>
            <w:tcW w:w="2793" w:type="dxa"/>
          </w:tcPr>
          <w:p w:rsidR="00D251A1" w:rsidRDefault="00D251A1" w:rsidP="00BC650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D251A1" w:rsidRPr="00B47CD2" w:rsidRDefault="00D251A1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C6500" w:rsidRPr="00B47CD2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B47CD2">
        <w:rPr>
          <w:rFonts w:ascii="Arial" w:hAnsi="Arial" w:cs="Arial"/>
          <w:i/>
          <w:sz w:val="20"/>
          <w:szCs w:val="20"/>
        </w:rPr>
        <w:t>There are 2 similar parts to each question, if you get help with the 1</w:t>
      </w:r>
      <w:r w:rsidRPr="00B47CD2">
        <w:rPr>
          <w:rFonts w:ascii="Arial" w:hAnsi="Arial" w:cs="Arial"/>
          <w:i/>
          <w:sz w:val="20"/>
          <w:szCs w:val="20"/>
          <w:vertAlign w:val="superscript"/>
        </w:rPr>
        <w:t>st</w:t>
      </w:r>
      <w:r w:rsidRPr="00B47CD2">
        <w:rPr>
          <w:rFonts w:ascii="Arial" w:hAnsi="Arial" w:cs="Arial"/>
          <w:i/>
          <w:sz w:val="20"/>
          <w:szCs w:val="20"/>
        </w:rPr>
        <w:t xml:space="preserve"> part try to do the 2</w:t>
      </w:r>
      <w:r w:rsidRPr="00B47CD2">
        <w:rPr>
          <w:rFonts w:ascii="Arial" w:hAnsi="Arial" w:cs="Arial"/>
          <w:i/>
          <w:sz w:val="20"/>
          <w:szCs w:val="20"/>
          <w:vertAlign w:val="superscript"/>
        </w:rPr>
        <w:t>nd</w:t>
      </w:r>
      <w:r w:rsidRPr="00B47CD2">
        <w:rPr>
          <w:rFonts w:ascii="Arial" w:hAnsi="Arial" w:cs="Arial"/>
          <w:i/>
          <w:sz w:val="20"/>
          <w:szCs w:val="20"/>
        </w:rPr>
        <w:t xml:space="preserve"> part by yourself.</w:t>
      </w:r>
    </w:p>
    <w:p w:rsidR="00C66B46" w:rsidRPr="00B47CD2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31"/>
        <w:gridCol w:w="2919"/>
        <w:gridCol w:w="707"/>
        <w:gridCol w:w="144"/>
        <w:gridCol w:w="325"/>
        <w:gridCol w:w="47"/>
        <w:gridCol w:w="102"/>
        <w:gridCol w:w="84"/>
        <w:gridCol w:w="291"/>
        <w:gridCol w:w="79"/>
        <w:gridCol w:w="208"/>
        <w:gridCol w:w="258"/>
        <w:gridCol w:w="3662"/>
        <w:gridCol w:w="857"/>
      </w:tblGrid>
      <w:tr w:rsidR="002465FA" w:rsidRPr="00B47CD2" w:rsidTr="00222C45">
        <w:tc>
          <w:tcPr>
            <w:tcW w:w="731" w:type="dxa"/>
          </w:tcPr>
          <w:p w:rsidR="00BC6500" w:rsidRPr="00B47CD2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No.</w:t>
            </w:r>
          </w:p>
        </w:tc>
        <w:tc>
          <w:tcPr>
            <w:tcW w:w="8826" w:type="dxa"/>
            <w:gridSpan w:val="12"/>
          </w:tcPr>
          <w:p w:rsidR="00BC6500" w:rsidRPr="00B47CD2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Questions</w:t>
            </w:r>
          </w:p>
        </w:tc>
        <w:tc>
          <w:tcPr>
            <w:tcW w:w="857" w:type="dxa"/>
          </w:tcPr>
          <w:p w:rsidR="00BC6500" w:rsidRPr="00B47CD2" w:rsidRDefault="00BC6500" w:rsidP="00C66B4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Marks</w:t>
            </w:r>
          </w:p>
        </w:tc>
      </w:tr>
      <w:tr w:rsidR="00D86BD3" w:rsidRPr="00B47CD2" w:rsidTr="00222C45">
        <w:tc>
          <w:tcPr>
            <w:tcW w:w="731" w:type="dxa"/>
          </w:tcPr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1(a)</w:t>
            </w:r>
          </w:p>
        </w:tc>
        <w:tc>
          <w:tcPr>
            <w:tcW w:w="4698" w:type="dxa"/>
            <w:gridSpan w:val="9"/>
          </w:tcPr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 w:rsidRPr="008A660A">
              <w:rPr>
                <w:rFonts w:ascii="Comic Sans MS" w:hAnsi="Comic Sans MS"/>
                <w:lang w:val="en-GB"/>
              </w:rPr>
              <w:t>The diagram</w:t>
            </w:r>
            <w:r>
              <w:rPr>
                <w:rFonts w:ascii="Comic Sans MS" w:hAnsi="Comic Sans MS"/>
                <w:lang w:val="en-GB"/>
              </w:rPr>
              <w:t xml:space="preserve"> shows two identical shapes A and B.</w:t>
            </w:r>
          </w:p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bookmarkStart w:id="0" w:name="_GoBack"/>
            <w:r>
              <w:rPr>
                <w:rFonts w:ascii="Comic Sans MS" w:hAnsi="Comic Sans MS"/>
                <w:lang w:val="en-GB"/>
              </w:rPr>
              <w:t xml:space="preserve"> Describe </w:t>
            </w:r>
            <w:r>
              <w:rPr>
                <w:rFonts w:ascii="Comic Sans MS" w:hAnsi="Comic Sans MS"/>
                <w:b/>
                <w:bCs/>
                <w:lang w:val="en-GB"/>
              </w:rPr>
              <w:t>fully</w:t>
            </w:r>
            <w:r>
              <w:rPr>
                <w:rFonts w:ascii="Comic Sans MS" w:hAnsi="Comic Sans MS"/>
                <w:lang w:val="en-GB"/>
              </w:rPr>
              <w:t xml:space="preserve"> the </w:t>
            </w:r>
            <w:r>
              <w:rPr>
                <w:rFonts w:ascii="Comic Sans MS" w:hAnsi="Comic Sans MS"/>
                <w:b/>
                <w:bCs/>
                <w:lang w:val="en-GB"/>
              </w:rPr>
              <w:t>single</w:t>
            </w:r>
            <w:r>
              <w:rPr>
                <w:rFonts w:ascii="Comic Sans MS" w:hAnsi="Comic Sans MS"/>
                <w:lang w:val="en-GB"/>
              </w:rPr>
              <w:t xml:space="preserve"> transformation that takes shape A to shape B. </w:t>
            </w:r>
          </w:p>
          <w:bookmarkEnd w:id="0"/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4128" w:type="dxa"/>
            <w:gridSpan w:val="3"/>
          </w:tcPr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1955800" cy="1899110"/>
                  <wp:effectExtent l="19050" t="0" r="635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899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BF06A4" w:rsidRPr="00B47CD2" w:rsidRDefault="00BF06A4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D86BD3" w:rsidRPr="00B47CD2" w:rsidTr="00222C45">
        <w:tc>
          <w:tcPr>
            <w:tcW w:w="731" w:type="dxa"/>
            <w:tcBorders>
              <w:bottom w:val="single" w:sz="4" w:space="0" w:color="auto"/>
            </w:tcBorders>
          </w:tcPr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1(b)</w:t>
            </w:r>
          </w:p>
        </w:tc>
        <w:tc>
          <w:tcPr>
            <w:tcW w:w="3626" w:type="dxa"/>
            <w:gridSpan w:val="2"/>
            <w:tcBorders>
              <w:bottom w:val="single" w:sz="4" w:space="0" w:color="auto"/>
            </w:tcBorders>
          </w:tcPr>
          <w:p w:rsidR="00BF06A4" w:rsidRPr="00B47CD2" w:rsidRDefault="00BF06A4" w:rsidP="00133A12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1714500" cy="1719060"/>
                  <wp:effectExtent l="1905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9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0" w:type="dxa"/>
            <w:gridSpan w:val="10"/>
            <w:tcBorders>
              <w:bottom w:val="single" w:sz="4" w:space="0" w:color="auto"/>
            </w:tcBorders>
          </w:tcPr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Copy this diagram.</w:t>
            </w:r>
          </w:p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Rotate the triangle 90˚ clockwise about the point C. </w:t>
            </w:r>
          </w:p>
          <w:p w:rsidR="00BF06A4" w:rsidRPr="00B47CD2" w:rsidRDefault="00BF06A4" w:rsidP="00133A12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bottom"/>
          </w:tcPr>
          <w:p w:rsidR="00BF06A4" w:rsidRPr="00B47CD2" w:rsidRDefault="00BF06A4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</w:tr>
      <w:tr w:rsidR="00D86BD3" w:rsidRPr="00B47CD2" w:rsidTr="00222C45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86" w:rsidRPr="00B47CD2" w:rsidRDefault="0099068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2(a)</w:t>
            </w:r>
          </w:p>
        </w:tc>
        <w:tc>
          <w:tcPr>
            <w:tcW w:w="4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Enlarge triangle T by scale factor 2 with (0, 0) as the centre of enlargement </w:t>
            </w:r>
          </w:p>
          <w:p w:rsidR="00990686" w:rsidRPr="00B47CD2" w:rsidRDefault="00990686" w:rsidP="0099498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Theme="minorHAnsi" w:hAnsi="Arial" w:cs="Arial"/>
              </w:rPr>
            </w:pPr>
          </w:p>
        </w:tc>
        <w:tc>
          <w:tcPr>
            <w:tcW w:w="4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86" w:rsidRPr="00B47CD2" w:rsidRDefault="00BF06A4" w:rsidP="00BE088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2254250" cy="1879277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1879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686" w:rsidRPr="00B47CD2" w:rsidRDefault="00BF06A4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BF06A4" w:rsidRPr="00B47CD2" w:rsidTr="00222C45">
        <w:tc>
          <w:tcPr>
            <w:tcW w:w="731" w:type="dxa"/>
            <w:tcBorders>
              <w:top w:val="single" w:sz="4" w:space="0" w:color="auto"/>
            </w:tcBorders>
          </w:tcPr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2(b)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</w:tcBorders>
          </w:tcPr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2374900" cy="1607170"/>
                  <wp:effectExtent l="19050" t="0" r="635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1607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1" w:type="dxa"/>
            <w:gridSpan w:val="8"/>
            <w:tcBorders>
              <w:top w:val="single" w:sz="4" w:space="0" w:color="auto"/>
            </w:tcBorders>
          </w:tcPr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diagram shows two triangles A and B.</w:t>
            </w:r>
          </w:p>
          <w:p w:rsidR="00BF06A4" w:rsidRDefault="00BF06A4" w:rsidP="00BF06A4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Describe fully the </w:t>
            </w:r>
            <w:r w:rsidRPr="00660751">
              <w:rPr>
                <w:rFonts w:ascii="Comic Sans MS" w:hAnsi="Comic Sans MS"/>
                <w:b/>
                <w:bCs/>
                <w:lang w:val="en-GB"/>
              </w:rPr>
              <w:t>single</w:t>
            </w:r>
            <w:r>
              <w:rPr>
                <w:rFonts w:ascii="Comic Sans MS" w:hAnsi="Comic Sans MS"/>
                <w:lang w:val="en-GB"/>
              </w:rPr>
              <w:t xml:space="preserve"> transformation that maps triangle A onto triangle B.</w:t>
            </w:r>
          </w:p>
          <w:p w:rsidR="00BF06A4" w:rsidRPr="00B47CD2" w:rsidRDefault="00BF06A4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vAlign w:val="bottom"/>
          </w:tcPr>
          <w:p w:rsidR="00BF06A4" w:rsidRPr="00B47CD2" w:rsidRDefault="00BF06A4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625D37" w:rsidRPr="00B47CD2" w:rsidTr="00222C45">
        <w:tc>
          <w:tcPr>
            <w:tcW w:w="731" w:type="dxa"/>
          </w:tcPr>
          <w:p w:rsidR="00625D37" w:rsidRPr="00B47CD2" w:rsidRDefault="00625D3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lastRenderedPageBreak/>
              <w:t>3(a)</w:t>
            </w:r>
          </w:p>
        </w:tc>
        <w:tc>
          <w:tcPr>
            <w:tcW w:w="4619" w:type="dxa"/>
            <w:gridSpan w:val="8"/>
          </w:tcPr>
          <w:p w:rsidR="00625D37" w:rsidRDefault="00625D37" w:rsidP="00625D37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Describe fully the single transformation that takes triangle S onto triangle T. </w:t>
            </w:r>
          </w:p>
          <w:p w:rsidR="00625D37" w:rsidRPr="00B47CD2" w:rsidRDefault="00625D37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</w:tc>
        <w:tc>
          <w:tcPr>
            <w:tcW w:w="4207" w:type="dxa"/>
            <w:gridSpan w:val="4"/>
          </w:tcPr>
          <w:p w:rsidR="00625D37" w:rsidRPr="00B47CD2" w:rsidRDefault="00625D37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1543050" cy="1488429"/>
                  <wp:effectExtent l="1905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488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625D37" w:rsidRPr="00B47CD2" w:rsidRDefault="00625D37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</w:tr>
      <w:tr w:rsidR="00625D37" w:rsidRPr="00B47CD2" w:rsidTr="00222C45">
        <w:tc>
          <w:tcPr>
            <w:tcW w:w="731" w:type="dxa"/>
          </w:tcPr>
          <w:p w:rsidR="00625D37" w:rsidRPr="00B47CD2" w:rsidRDefault="00625D3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3(b)</w:t>
            </w:r>
          </w:p>
        </w:tc>
        <w:tc>
          <w:tcPr>
            <w:tcW w:w="4095" w:type="dxa"/>
            <w:gridSpan w:val="4"/>
          </w:tcPr>
          <w:p w:rsidR="00625D37" w:rsidRPr="00B47CD2" w:rsidRDefault="00625D3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Comic Sans MS" w:hAnsi="Comic Sans MS"/>
                <w:noProof/>
                <w:lang w:val="en-GB" w:eastAsia="en-GB"/>
              </w:rPr>
              <w:drawing>
                <wp:inline distT="0" distB="0" distL="0" distR="0">
                  <wp:extent cx="1930400" cy="1456036"/>
                  <wp:effectExtent l="1905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54" cy="145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1" w:type="dxa"/>
            <w:gridSpan w:val="8"/>
          </w:tcPr>
          <w:p w:rsidR="00625D37" w:rsidRDefault="00625D37" w:rsidP="00625D37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diagram shows two triangles A and B.</w:t>
            </w:r>
          </w:p>
          <w:p w:rsidR="00625D37" w:rsidRDefault="00625D37" w:rsidP="00625D37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Describe fully the </w:t>
            </w:r>
            <w:r w:rsidRPr="00660751">
              <w:rPr>
                <w:rFonts w:ascii="Comic Sans MS" w:hAnsi="Comic Sans MS"/>
                <w:b/>
                <w:bCs/>
                <w:lang w:val="en-GB"/>
              </w:rPr>
              <w:t>single</w:t>
            </w:r>
            <w:r>
              <w:rPr>
                <w:rFonts w:ascii="Comic Sans MS" w:hAnsi="Comic Sans MS"/>
                <w:lang w:val="en-GB"/>
              </w:rPr>
              <w:t xml:space="preserve"> transformation that maps triangle A onto triangle B.</w:t>
            </w:r>
          </w:p>
          <w:p w:rsidR="00625D37" w:rsidRPr="00B47CD2" w:rsidRDefault="00625D3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vAlign w:val="bottom"/>
          </w:tcPr>
          <w:p w:rsidR="00625D37" w:rsidRPr="00B47CD2" w:rsidRDefault="00625D37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</w:tr>
      <w:tr w:rsidR="00124D3D" w:rsidRPr="00B47CD2" w:rsidTr="00222C45">
        <w:tc>
          <w:tcPr>
            <w:tcW w:w="731" w:type="dxa"/>
          </w:tcPr>
          <w:p w:rsidR="00124D3D" w:rsidRPr="00B47CD2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4(a)</w:t>
            </w:r>
          </w:p>
        </w:tc>
        <w:tc>
          <w:tcPr>
            <w:tcW w:w="4328" w:type="dxa"/>
            <w:gridSpan w:val="7"/>
          </w:tcPr>
          <w:p w:rsidR="00124D3D" w:rsidRDefault="00124D3D" w:rsidP="00124D3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Triangle ABC is similar to triangle XYZ.</w:t>
            </w:r>
          </w:p>
          <w:p w:rsidR="00124D3D" w:rsidRPr="00B47CD2" w:rsidRDefault="00124D3D" w:rsidP="00124D3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Calculate the lengths x and y.</w:t>
            </w:r>
          </w:p>
        </w:tc>
        <w:tc>
          <w:tcPr>
            <w:tcW w:w="4498" w:type="dxa"/>
            <w:gridSpan w:val="5"/>
          </w:tcPr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20320</wp:posOffset>
                  </wp:positionV>
                  <wp:extent cx="1797050" cy="113665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  <w:p w:rsidR="00124D3D" w:rsidRPr="00B47CD2" w:rsidRDefault="00124D3D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vAlign w:val="bottom"/>
          </w:tcPr>
          <w:p w:rsidR="00124D3D" w:rsidRPr="00B47CD2" w:rsidRDefault="00124D3D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124D3D" w:rsidRPr="00B47CD2" w:rsidTr="00222C45">
        <w:tc>
          <w:tcPr>
            <w:tcW w:w="731" w:type="dxa"/>
          </w:tcPr>
          <w:p w:rsidR="00124D3D" w:rsidRPr="00B47CD2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4(b)</w:t>
            </w:r>
          </w:p>
        </w:tc>
        <w:tc>
          <w:tcPr>
            <w:tcW w:w="4095" w:type="dxa"/>
            <w:gridSpan w:val="4"/>
          </w:tcPr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5715</wp:posOffset>
                  </wp:positionV>
                  <wp:extent cx="1746250" cy="1143000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124D3D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124D3D" w:rsidRPr="00B47CD2" w:rsidRDefault="00124D3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4731" w:type="dxa"/>
            <w:gridSpan w:val="8"/>
          </w:tcPr>
          <w:p w:rsidR="00124D3D" w:rsidRDefault="00124D3D" w:rsidP="00124D3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Triangle JKL is similar to triangle GKH.</w:t>
            </w:r>
          </w:p>
          <w:p w:rsidR="00124D3D" w:rsidRPr="00B47CD2" w:rsidRDefault="00124D3D" w:rsidP="00124D3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Calculate the length x.</w:t>
            </w:r>
          </w:p>
        </w:tc>
        <w:tc>
          <w:tcPr>
            <w:tcW w:w="857" w:type="dxa"/>
            <w:vAlign w:val="bottom"/>
          </w:tcPr>
          <w:p w:rsidR="00124D3D" w:rsidRPr="00B47CD2" w:rsidRDefault="00124D3D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335395" w:rsidRPr="00B47CD2" w:rsidTr="00222C45">
        <w:tc>
          <w:tcPr>
            <w:tcW w:w="731" w:type="dxa"/>
          </w:tcPr>
          <w:p w:rsidR="00335395" w:rsidRPr="00B47CD2" w:rsidRDefault="0033539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5(a)</w:t>
            </w:r>
          </w:p>
        </w:tc>
        <w:tc>
          <w:tcPr>
            <w:tcW w:w="5164" w:type="dxa"/>
            <w:gridSpan w:val="11"/>
          </w:tcPr>
          <w:p w:rsidR="00335395" w:rsidRDefault="00335395" w:rsidP="0033539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The diagram shows a circle with centre O and ABT is a straight line.</w:t>
            </w:r>
          </w:p>
          <w:p w:rsidR="00335395" w:rsidRDefault="00335395" w:rsidP="0033539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Angle AOB = 100</w:t>
            </w:r>
            <w:r w:rsidR="00927E6F">
              <w:rPr>
                <w:rFonts w:ascii="Arial" w:eastAsiaTheme="minorHAnsi" w:hAnsi="Arial" w:cs="Arial"/>
                <w:vertAlign w:val="superscript"/>
              </w:rPr>
              <w:t>o</w:t>
            </w:r>
            <w:r>
              <w:rPr>
                <w:rFonts w:ascii="Arial" w:eastAsiaTheme="minorHAnsi" w:hAnsi="Arial" w:cs="Arial"/>
              </w:rPr>
              <w:t xml:space="preserve"> and angle CBT =108</w:t>
            </w:r>
            <w:r w:rsidR="00927E6F">
              <w:rPr>
                <w:rFonts w:ascii="Arial" w:eastAsiaTheme="minorHAnsi" w:hAnsi="Arial" w:cs="Arial"/>
                <w:vertAlign w:val="superscript"/>
              </w:rPr>
              <w:t>o</w:t>
            </w:r>
            <w:r>
              <w:rPr>
                <w:rFonts w:ascii="Arial" w:eastAsiaTheme="minorHAnsi" w:hAnsi="Arial" w:cs="Arial"/>
              </w:rPr>
              <w:t>.</w:t>
            </w:r>
          </w:p>
          <w:p w:rsidR="00927E6F" w:rsidRDefault="00927E6F" w:rsidP="00335395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335395" w:rsidRPr="00B47CD2" w:rsidRDefault="00335395" w:rsidP="0033539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Find, giving reasons, the size of the angles </w:t>
            </w:r>
            <w:r w:rsidR="0019411B">
              <w:rPr>
                <w:rFonts w:ascii="Arial" w:eastAsiaTheme="minorHAnsi" w:hAnsi="Arial" w:cs="Arial"/>
              </w:rPr>
              <w:t>labeled</w:t>
            </w:r>
            <w:r>
              <w:rPr>
                <w:rFonts w:ascii="Arial" w:eastAsiaTheme="minorHAnsi" w:hAnsi="Arial" w:cs="Arial"/>
              </w:rPr>
              <w:t xml:space="preserve"> x, y and z.</w:t>
            </w:r>
          </w:p>
        </w:tc>
        <w:tc>
          <w:tcPr>
            <w:tcW w:w="3662" w:type="dxa"/>
          </w:tcPr>
          <w:p w:rsidR="00335395" w:rsidRPr="00B47CD2" w:rsidRDefault="00335395" w:rsidP="00E941E2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49532" cy="1358900"/>
                  <wp:effectExtent l="19050" t="0" r="7818" b="0"/>
                  <wp:docPr id="73" name="Picture 73" descr="http://mathsteaching.files.wordpress.com/2008/02/angles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mathsteaching.files.wordpress.com/2008/02/angles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31077" t="27170" r="4308" b="7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532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335395" w:rsidRPr="00B47CD2" w:rsidRDefault="0033539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335395" w:rsidRPr="00B47CD2" w:rsidTr="00222C45">
        <w:tc>
          <w:tcPr>
            <w:tcW w:w="731" w:type="dxa"/>
          </w:tcPr>
          <w:p w:rsidR="00335395" w:rsidRPr="00B47CD2" w:rsidRDefault="0033539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5(b)</w:t>
            </w:r>
          </w:p>
        </w:tc>
        <w:tc>
          <w:tcPr>
            <w:tcW w:w="2919" w:type="dxa"/>
            <w:tcBorders>
              <w:bottom w:val="single" w:sz="4" w:space="0" w:color="808080" w:themeColor="background1" w:themeShade="80"/>
            </w:tcBorders>
          </w:tcPr>
          <w:p w:rsidR="00335395" w:rsidRPr="00B47CD2" w:rsidRDefault="00927E6F" w:rsidP="00F33C1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352550" cy="1321277"/>
                  <wp:effectExtent l="19050" t="0" r="0" b="0"/>
                  <wp:docPr id="76" name="Picture 76" descr="http://mathsteaching.files.wordpress.com/2008/02/angles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mathsteaching.files.wordpress.com/2008/02/angles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41946" t="28519" b="8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21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7" w:type="dxa"/>
            <w:gridSpan w:val="11"/>
            <w:tcBorders>
              <w:bottom w:val="single" w:sz="4" w:space="0" w:color="808080" w:themeColor="background1" w:themeShade="80"/>
            </w:tcBorders>
          </w:tcPr>
          <w:p w:rsidR="00335395" w:rsidRDefault="00927E6F" w:rsidP="00F33C1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In the diagram O is the centre of the circle.</w:t>
            </w:r>
          </w:p>
          <w:p w:rsidR="00927E6F" w:rsidRDefault="00927E6F" w:rsidP="00F33C15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AOB is a straight line parallel to DC.</w:t>
            </w:r>
          </w:p>
          <w:p w:rsidR="00927E6F" w:rsidRDefault="00927E6F" w:rsidP="00F33C15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  <w:p w:rsidR="00927E6F" w:rsidRPr="00B47CD2" w:rsidRDefault="00927E6F" w:rsidP="00927E6F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Calculate, giving reasons, the size of the angles </w:t>
            </w:r>
            <w:r w:rsidR="0019411B">
              <w:rPr>
                <w:rFonts w:ascii="Arial" w:eastAsiaTheme="minorHAnsi" w:hAnsi="Arial" w:cs="Arial"/>
              </w:rPr>
              <w:t>labeled</w:t>
            </w:r>
            <w:r>
              <w:rPr>
                <w:rFonts w:ascii="Arial" w:eastAsiaTheme="minorHAnsi" w:hAnsi="Arial" w:cs="Arial"/>
              </w:rPr>
              <w:t xml:space="preserve"> p, q and r.</w:t>
            </w:r>
          </w:p>
        </w:tc>
        <w:tc>
          <w:tcPr>
            <w:tcW w:w="857" w:type="dxa"/>
            <w:vAlign w:val="bottom"/>
          </w:tcPr>
          <w:p w:rsidR="00335395" w:rsidRPr="00B47CD2" w:rsidRDefault="00927E6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D86BD3" w:rsidRPr="00B47CD2" w:rsidTr="00222C45">
        <w:tc>
          <w:tcPr>
            <w:tcW w:w="731" w:type="dxa"/>
          </w:tcPr>
          <w:p w:rsidR="00AE0CE5" w:rsidRPr="00B47CD2" w:rsidRDefault="00AE0CE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lastRenderedPageBreak/>
              <w:t>6(a)</w:t>
            </w:r>
          </w:p>
        </w:tc>
        <w:tc>
          <w:tcPr>
            <w:tcW w:w="5164" w:type="dxa"/>
            <w:gridSpan w:val="11"/>
            <w:tcBorders>
              <w:bottom w:val="single" w:sz="4" w:space="0" w:color="808080" w:themeColor="background1" w:themeShade="80"/>
              <w:right w:val="nil"/>
            </w:tcBorders>
          </w:tcPr>
          <w:p w:rsidR="00D86BD3" w:rsidRDefault="00D86BD3" w:rsidP="00D8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LTStd-Cn" w:hAnsi="UniversLTStd-Cn" w:cs="UniversLTStd-Cn"/>
                <w:sz w:val="20"/>
                <w:szCs w:val="20"/>
                <w:lang w:eastAsia="en-GB"/>
              </w:rPr>
            </w:pP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>A, B, C and D are 4 points on a circle. DPA and BPC are straight lines.</w:t>
            </w:r>
          </w:p>
          <w:p w:rsidR="00E10146" w:rsidRPr="00B47CD2" w:rsidRDefault="00D86BD3" w:rsidP="00D86BD3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>Work out the length of AP.</w:t>
            </w:r>
          </w:p>
        </w:tc>
        <w:tc>
          <w:tcPr>
            <w:tcW w:w="3662" w:type="dxa"/>
            <w:tcBorders>
              <w:left w:val="nil"/>
              <w:bottom w:val="single" w:sz="4" w:space="0" w:color="808080" w:themeColor="background1" w:themeShade="80"/>
            </w:tcBorders>
          </w:tcPr>
          <w:p w:rsidR="00AE0CE5" w:rsidRPr="00B47CD2" w:rsidRDefault="00D86BD3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1447800" cy="1472848"/>
                  <wp:effectExtent l="1905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55784" t="17896" r="15882" b="359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72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AE0CE5" w:rsidRPr="00B47CD2" w:rsidRDefault="00D86BD3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D86BD3" w:rsidRPr="00B47CD2" w:rsidTr="00222C45">
        <w:tc>
          <w:tcPr>
            <w:tcW w:w="731" w:type="dxa"/>
          </w:tcPr>
          <w:p w:rsidR="00AE0CE5" w:rsidRPr="00B47CD2" w:rsidRDefault="00AE0CE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6(b)</w:t>
            </w:r>
          </w:p>
        </w:tc>
        <w:tc>
          <w:tcPr>
            <w:tcW w:w="3770" w:type="dxa"/>
            <w:gridSpan w:val="3"/>
            <w:tcBorders>
              <w:right w:val="nil"/>
            </w:tcBorders>
          </w:tcPr>
          <w:p w:rsidR="00AE0CE5" w:rsidRPr="00B47CD2" w:rsidRDefault="00D86BD3" w:rsidP="005F1677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2012950" cy="1346829"/>
                  <wp:effectExtent l="19050" t="0" r="635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47255" t="21787" r="12157" b="34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1346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6" w:type="dxa"/>
            <w:gridSpan w:val="9"/>
            <w:tcBorders>
              <w:left w:val="nil"/>
            </w:tcBorders>
          </w:tcPr>
          <w:p w:rsidR="00D86BD3" w:rsidRDefault="00D86BD3" w:rsidP="00D8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LTStd-Cn" w:hAnsi="UniversLTStd-Cn" w:cs="UniversLTStd-Cn"/>
                <w:sz w:val="20"/>
                <w:szCs w:val="20"/>
                <w:lang w:eastAsia="en-GB"/>
              </w:rPr>
            </w:pP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>A, B, C and D are points on a circle. PAB and PCD are straight lines.</w:t>
            </w:r>
          </w:p>
          <w:p w:rsidR="00D86BD3" w:rsidRDefault="00D86BD3" w:rsidP="00D86BD3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LTStd-Cn" w:hAnsi="UniversLTStd-Cn" w:cs="UniversLTStd-Cn"/>
                <w:sz w:val="20"/>
                <w:szCs w:val="20"/>
                <w:lang w:eastAsia="en-GB"/>
              </w:rPr>
            </w:pP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 xml:space="preserve">PA </w:t>
            </w:r>
            <w:r w:rsidR="0019411B">
              <w:rPr>
                <w:rFonts w:ascii="MathematicalPi-One" w:eastAsia="MathematicalPi-One" w:hAnsi="UniversLTStd-Cn" w:cs="MathematicalPi-One"/>
                <w:sz w:val="20"/>
                <w:szCs w:val="20"/>
                <w:lang w:eastAsia="en-GB"/>
              </w:rPr>
              <w:t>=</w:t>
            </w: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 xml:space="preserve">4 cm. AB </w:t>
            </w:r>
            <w:r w:rsidR="0019411B">
              <w:rPr>
                <w:rFonts w:ascii="MathematicalPi-One" w:eastAsia="MathematicalPi-One" w:hAnsi="UniversLTStd-Cn" w:cs="MathematicalPi-One"/>
                <w:sz w:val="20"/>
                <w:szCs w:val="20"/>
                <w:lang w:eastAsia="en-GB"/>
              </w:rPr>
              <w:t>=</w:t>
            </w: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 xml:space="preserve">11 cm. PC </w:t>
            </w:r>
            <w:r w:rsidR="0019411B">
              <w:rPr>
                <w:rFonts w:ascii="MathematicalPi-One" w:eastAsia="MathematicalPi-One" w:hAnsi="UniversLTStd-Cn" w:cs="MathematicalPi-One"/>
                <w:sz w:val="20"/>
                <w:szCs w:val="20"/>
                <w:lang w:eastAsia="en-GB"/>
              </w:rPr>
              <w:t>=</w:t>
            </w: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>5 cm.</w:t>
            </w:r>
          </w:p>
          <w:p w:rsidR="00AE0CE5" w:rsidRPr="00B47CD2" w:rsidRDefault="00D86BD3" w:rsidP="00D86BD3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UniversLTStd-Cn" w:hAnsi="UniversLTStd-Cn" w:cs="UniversLTStd-Cn"/>
                <w:sz w:val="20"/>
                <w:szCs w:val="20"/>
                <w:lang w:eastAsia="en-GB"/>
              </w:rPr>
              <w:t>Work out the length of DC.</w:t>
            </w:r>
          </w:p>
        </w:tc>
        <w:tc>
          <w:tcPr>
            <w:tcW w:w="857" w:type="dxa"/>
            <w:vAlign w:val="bottom"/>
          </w:tcPr>
          <w:p w:rsidR="00AE0CE5" w:rsidRPr="00B47CD2" w:rsidRDefault="00D86BD3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222C45" w:rsidRPr="00B47CD2" w:rsidTr="00222C45">
        <w:tc>
          <w:tcPr>
            <w:tcW w:w="731" w:type="dxa"/>
          </w:tcPr>
          <w:p w:rsidR="00222C45" w:rsidRPr="00B47CD2" w:rsidRDefault="00222C4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7(a)</w:t>
            </w:r>
          </w:p>
        </w:tc>
        <w:tc>
          <w:tcPr>
            <w:tcW w:w="4142" w:type="dxa"/>
            <w:gridSpan w:val="5"/>
          </w:tcPr>
          <w:p w:rsidR="00222C45" w:rsidRPr="00B47CD2" w:rsidRDefault="00222C45" w:rsidP="00B46F0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1930400" cy="14414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28333" t="46468" r="41863" b="178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44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  <w:gridSpan w:val="7"/>
          </w:tcPr>
          <w:p w:rsidR="00222C45" w:rsidRPr="00B47CD2" w:rsidRDefault="00222C45" w:rsidP="00B46F0D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2806700" cy="9715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30294" t="22920" r="26373" b="53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222C45" w:rsidRPr="00B47CD2" w:rsidRDefault="00222C4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1E06DE" w:rsidRPr="00B47CD2" w:rsidTr="001E06DE">
        <w:tc>
          <w:tcPr>
            <w:tcW w:w="731" w:type="dxa"/>
          </w:tcPr>
          <w:p w:rsidR="001E06DE" w:rsidRPr="00B47CD2" w:rsidRDefault="001E06DE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7(b)</w:t>
            </w:r>
          </w:p>
        </w:tc>
        <w:tc>
          <w:tcPr>
            <w:tcW w:w="4906" w:type="dxa"/>
            <w:gridSpan w:val="10"/>
          </w:tcPr>
          <w:p w:rsidR="001E06DE" w:rsidRPr="00B47CD2" w:rsidRDefault="001E06DE" w:rsidP="0072660C">
            <w:pPr>
              <w:pStyle w:val="questionaChar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>
                  <wp:extent cx="2089150" cy="1536700"/>
                  <wp:effectExtent l="19050" t="0" r="6350" b="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0490" t="57613" r="37255" b="43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50" cy="153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0" w:type="dxa"/>
            <w:gridSpan w:val="2"/>
          </w:tcPr>
          <w:p w:rsidR="001E06DE" w:rsidRPr="00B47CD2" w:rsidRDefault="001E06DE" w:rsidP="0072660C">
            <w:pPr>
              <w:pStyle w:val="questionaChar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</w:rPr>
              <w:drawing>
                <wp:inline distT="0" distB="0" distL="0" distR="0">
                  <wp:extent cx="1955800" cy="1638300"/>
                  <wp:effectExtent l="19050" t="0" r="635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0784" t="17582" r="39020" b="41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vAlign w:val="bottom"/>
          </w:tcPr>
          <w:p w:rsidR="001E06DE" w:rsidRPr="00B47CD2" w:rsidRDefault="001E06DE" w:rsidP="000D2841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464F5F" w:rsidRPr="00B47CD2" w:rsidTr="00222C45">
        <w:tc>
          <w:tcPr>
            <w:tcW w:w="731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8(a)</w:t>
            </w:r>
          </w:p>
        </w:tc>
        <w:tc>
          <w:tcPr>
            <w:tcW w:w="8826" w:type="dxa"/>
            <w:gridSpan w:val="12"/>
          </w:tcPr>
          <w:p w:rsidR="00464F5F" w:rsidRDefault="00222C45" w:rsidP="0072660C">
            <w:pPr>
              <w:spacing w:after="0" w:line="240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2133600" cy="80010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30588" t="40973" r="36471" b="39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C45" w:rsidRPr="00B47CD2" w:rsidRDefault="00222C45" w:rsidP="0072660C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vAlign w:val="bottom"/>
          </w:tcPr>
          <w:p w:rsidR="00464F5F" w:rsidRPr="00B47CD2" w:rsidRDefault="00222C4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464F5F" w:rsidRPr="00B47CD2" w:rsidTr="00222C45">
        <w:tc>
          <w:tcPr>
            <w:tcW w:w="731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8(b)</w:t>
            </w:r>
          </w:p>
        </w:tc>
        <w:tc>
          <w:tcPr>
            <w:tcW w:w="8826" w:type="dxa"/>
            <w:gridSpan w:val="12"/>
          </w:tcPr>
          <w:p w:rsidR="00464F5F" w:rsidRDefault="00222C45" w:rsidP="00133A12">
            <w:pPr>
              <w:spacing w:after="0" w:line="240" w:lineRule="auto"/>
              <w:ind w:right="-1054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2120900" cy="8001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31079" t="65149" r="36176" b="150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C45" w:rsidRPr="00B47CD2" w:rsidRDefault="00222C45" w:rsidP="00133A12">
            <w:pPr>
              <w:spacing w:after="0" w:line="240" w:lineRule="auto"/>
              <w:ind w:right="-1054"/>
              <w:rPr>
                <w:rFonts w:ascii="Arial" w:eastAsiaTheme="minorHAnsi" w:hAnsi="Arial" w:cs="Arial"/>
              </w:rPr>
            </w:pPr>
          </w:p>
        </w:tc>
        <w:tc>
          <w:tcPr>
            <w:tcW w:w="857" w:type="dxa"/>
            <w:vAlign w:val="bottom"/>
          </w:tcPr>
          <w:p w:rsidR="00464F5F" w:rsidRPr="00B47CD2" w:rsidRDefault="00222C4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</w:tbl>
    <w:p w:rsidR="007831D3" w:rsidRPr="00B47CD2" w:rsidRDefault="007831D3" w:rsidP="00222C45">
      <w:pPr>
        <w:rPr>
          <w:rFonts w:ascii="Arial" w:hAnsi="Arial" w:cs="Arial"/>
          <w:sz w:val="24"/>
          <w:szCs w:val="24"/>
        </w:rPr>
      </w:pPr>
    </w:p>
    <w:sectPr w:rsidR="007831D3" w:rsidRPr="00B47CD2" w:rsidSect="00BC6500"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F0" w:rsidRDefault="007628F0" w:rsidP="00BC6500">
      <w:pPr>
        <w:spacing w:after="0" w:line="240" w:lineRule="auto"/>
      </w:pPr>
      <w:r>
        <w:separator/>
      </w:r>
    </w:p>
  </w:endnote>
  <w:endnote w:type="continuationSeparator" w:id="0">
    <w:p w:rsidR="007628F0" w:rsidRDefault="007628F0" w:rsidP="00BC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Univers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F0" w:rsidRDefault="007628F0" w:rsidP="00BC6500">
      <w:pPr>
        <w:spacing w:after="0" w:line="240" w:lineRule="auto"/>
      </w:pPr>
      <w:r>
        <w:separator/>
      </w:r>
    </w:p>
  </w:footnote>
  <w:footnote w:type="continuationSeparator" w:id="0">
    <w:p w:rsidR="007628F0" w:rsidRDefault="007628F0" w:rsidP="00BC6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FBB"/>
    <w:multiLevelType w:val="singleLevel"/>
    <w:tmpl w:val="0E9A656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64C52E8"/>
    <w:multiLevelType w:val="hybridMultilevel"/>
    <w:tmpl w:val="80DAA5E8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335AF"/>
    <w:multiLevelType w:val="hybridMultilevel"/>
    <w:tmpl w:val="D8D02BF6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0232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41918"/>
    <w:multiLevelType w:val="hybridMultilevel"/>
    <w:tmpl w:val="D8BC20B0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64C21"/>
    <w:multiLevelType w:val="hybridMultilevel"/>
    <w:tmpl w:val="80DAA5E8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66BB3"/>
    <w:multiLevelType w:val="hybridMultilevel"/>
    <w:tmpl w:val="9764494C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4315E"/>
    <w:multiLevelType w:val="hybridMultilevel"/>
    <w:tmpl w:val="41C4909C"/>
    <w:lvl w:ilvl="0" w:tplc="898416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76727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41A60"/>
    <w:multiLevelType w:val="hybridMultilevel"/>
    <w:tmpl w:val="9764494C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15165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1C0DA9"/>
    <w:multiLevelType w:val="hybridMultilevel"/>
    <w:tmpl w:val="D8BC20B0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22748"/>
    <w:multiLevelType w:val="singleLevel"/>
    <w:tmpl w:val="585AE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70F52D60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701441"/>
    <w:multiLevelType w:val="hybridMultilevel"/>
    <w:tmpl w:val="D8D02BF6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5"/>
  </w:num>
  <w:num w:numId="13">
    <w:abstractNumId w:val="1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00"/>
    <w:rsid w:val="00122854"/>
    <w:rsid w:val="00124726"/>
    <w:rsid w:val="00124D3D"/>
    <w:rsid w:val="001274CF"/>
    <w:rsid w:val="00133A12"/>
    <w:rsid w:val="00165298"/>
    <w:rsid w:val="0019411B"/>
    <w:rsid w:val="001E06DE"/>
    <w:rsid w:val="00216A6B"/>
    <w:rsid w:val="00222C45"/>
    <w:rsid w:val="00230A80"/>
    <w:rsid w:val="002465FA"/>
    <w:rsid w:val="00260CB4"/>
    <w:rsid w:val="00294A4C"/>
    <w:rsid w:val="002A0BE5"/>
    <w:rsid w:val="00335395"/>
    <w:rsid w:val="00377925"/>
    <w:rsid w:val="003B54D7"/>
    <w:rsid w:val="00427EF9"/>
    <w:rsid w:val="00464F5F"/>
    <w:rsid w:val="00471BA5"/>
    <w:rsid w:val="004923FE"/>
    <w:rsid w:val="004D411A"/>
    <w:rsid w:val="004F1C56"/>
    <w:rsid w:val="004F29F6"/>
    <w:rsid w:val="00506CA0"/>
    <w:rsid w:val="005C023F"/>
    <w:rsid w:val="005F1677"/>
    <w:rsid w:val="006007C1"/>
    <w:rsid w:val="00625D37"/>
    <w:rsid w:val="00673D8B"/>
    <w:rsid w:val="00696D18"/>
    <w:rsid w:val="006B147D"/>
    <w:rsid w:val="006F2415"/>
    <w:rsid w:val="0072660C"/>
    <w:rsid w:val="00750C76"/>
    <w:rsid w:val="00753550"/>
    <w:rsid w:val="007628F0"/>
    <w:rsid w:val="007831D3"/>
    <w:rsid w:val="007A5C5C"/>
    <w:rsid w:val="007D214F"/>
    <w:rsid w:val="007E571E"/>
    <w:rsid w:val="008640EC"/>
    <w:rsid w:val="00895B4E"/>
    <w:rsid w:val="00927E6F"/>
    <w:rsid w:val="00966453"/>
    <w:rsid w:val="00990686"/>
    <w:rsid w:val="0099498C"/>
    <w:rsid w:val="009E6FD7"/>
    <w:rsid w:val="009F459D"/>
    <w:rsid w:val="00A0606E"/>
    <w:rsid w:val="00A30E0F"/>
    <w:rsid w:val="00AD6B55"/>
    <w:rsid w:val="00AE0CE5"/>
    <w:rsid w:val="00B178E8"/>
    <w:rsid w:val="00B46F0D"/>
    <w:rsid w:val="00B47CD2"/>
    <w:rsid w:val="00BA3C2D"/>
    <w:rsid w:val="00BA52DB"/>
    <w:rsid w:val="00BC6500"/>
    <w:rsid w:val="00BE088F"/>
    <w:rsid w:val="00BF06A4"/>
    <w:rsid w:val="00C6686A"/>
    <w:rsid w:val="00C66B46"/>
    <w:rsid w:val="00C9132C"/>
    <w:rsid w:val="00CA2C9F"/>
    <w:rsid w:val="00D11862"/>
    <w:rsid w:val="00D11FA4"/>
    <w:rsid w:val="00D251A1"/>
    <w:rsid w:val="00D45739"/>
    <w:rsid w:val="00D62BF1"/>
    <w:rsid w:val="00D86BD3"/>
    <w:rsid w:val="00DC5D63"/>
    <w:rsid w:val="00E10146"/>
    <w:rsid w:val="00E65923"/>
    <w:rsid w:val="00E823F1"/>
    <w:rsid w:val="00E863DF"/>
    <w:rsid w:val="00E941E2"/>
    <w:rsid w:val="00EF2FB4"/>
    <w:rsid w:val="00F33C15"/>
    <w:rsid w:val="00F541E7"/>
    <w:rsid w:val="00F563C6"/>
    <w:rsid w:val="00F72803"/>
    <w:rsid w:val="00F946B4"/>
    <w:rsid w:val="00FC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paragraph" w:styleId="ListParagraph">
    <w:name w:val="List Paragraph"/>
    <w:basedOn w:val="Normal"/>
    <w:uiPriority w:val="34"/>
    <w:qFormat/>
    <w:rsid w:val="00A0606E"/>
    <w:pPr>
      <w:ind w:left="720"/>
      <w:contextualSpacing/>
    </w:pPr>
  </w:style>
  <w:style w:type="paragraph" w:customStyle="1" w:styleId="questiona">
    <w:name w:val="question(a)"/>
    <w:basedOn w:val="Normal"/>
    <w:uiPriority w:val="99"/>
    <w:rsid w:val="00BE088F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="Times New Roman" w:hAnsi="Times New Roman"/>
      <w:lang w:val="en-GB" w:eastAsia="en-GB"/>
    </w:rPr>
  </w:style>
  <w:style w:type="paragraph" w:customStyle="1" w:styleId="indent2">
    <w:name w:val="indent2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indent1">
    <w:name w:val="indent1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questionaChar">
    <w:name w:val="question(a) Char"/>
    <w:basedOn w:val="Normal"/>
    <w:uiPriority w:val="99"/>
    <w:rsid w:val="00B46F0D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Theme="minorEastAsia" w:hAnsi="Times New Roman"/>
      <w:lang w:val="en-GB" w:eastAsia="en-GB"/>
    </w:rPr>
  </w:style>
  <w:style w:type="character" w:customStyle="1" w:styleId="apple-style-span">
    <w:name w:val="apple-style-span"/>
    <w:basedOn w:val="DefaultParagraphFont"/>
    <w:rsid w:val="00927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paragraph" w:styleId="ListParagraph">
    <w:name w:val="List Paragraph"/>
    <w:basedOn w:val="Normal"/>
    <w:uiPriority w:val="34"/>
    <w:qFormat/>
    <w:rsid w:val="00A0606E"/>
    <w:pPr>
      <w:ind w:left="720"/>
      <w:contextualSpacing/>
    </w:pPr>
  </w:style>
  <w:style w:type="paragraph" w:customStyle="1" w:styleId="questiona">
    <w:name w:val="question(a)"/>
    <w:basedOn w:val="Normal"/>
    <w:uiPriority w:val="99"/>
    <w:rsid w:val="00BE088F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="Times New Roman" w:hAnsi="Times New Roman"/>
      <w:lang w:val="en-GB" w:eastAsia="en-GB"/>
    </w:rPr>
  </w:style>
  <w:style w:type="paragraph" w:customStyle="1" w:styleId="indent2">
    <w:name w:val="indent2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indent1">
    <w:name w:val="indent1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questionaChar">
    <w:name w:val="question(a) Char"/>
    <w:basedOn w:val="Normal"/>
    <w:uiPriority w:val="99"/>
    <w:rsid w:val="00B46F0D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Theme="minorEastAsia" w:hAnsi="Times New Roman"/>
      <w:lang w:val="en-GB" w:eastAsia="en-GB"/>
    </w:rPr>
  </w:style>
  <w:style w:type="character" w:customStyle="1" w:styleId="apple-style-span">
    <w:name w:val="apple-style-span"/>
    <w:basedOn w:val="DefaultParagraphFont"/>
    <w:rsid w:val="0092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28C91E76</Template>
  <TotalTime>1</TotalTime>
  <Pages>3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3</cp:revision>
  <dcterms:created xsi:type="dcterms:W3CDTF">2013-02-14T13:55:00Z</dcterms:created>
  <dcterms:modified xsi:type="dcterms:W3CDTF">2013-02-15T16:15:00Z</dcterms:modified>
</cp:coreProperties>
</file>